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6EB8483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412625">
        <w:rPr>
          <w:rStyle w:val="Strong"/>
          <w:rFonts w:asciiTheme="minorHAnsi" w:hAnsiTheme="minorHAnsi" w:cstheme="minorHAnsi"/>
          <w:lang w:val="en-GB"/>
        </w:rPr>
        <w:t>23-W004-24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3A4E65A" w:rsidR="00B0293A" w:rsidRPr="00532E97" w:rsidRDefault="0075152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26/07/2024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7567B4"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2AD20498" w:rsidR="00B0293A" w:rsidRPr="00532E97" w:rsidRDefault="0075152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31/07/2024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C8EDAF6" w:rsidR="00B0293A" w:rsidRPr="00B0293A" w:rsidRDefault="0075152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02/08/2024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9333D2B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03/08/2024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F0A4462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75152B">
              <w:rPr>
                <w:rFonts w:ascii="Calibri" w:hAnsi="Calibri"/>
                <w:szCs w:val="20"/>
                <w:highlight w:val="yellow"/>
              </w:rPr>
              <w:t>07/08/2024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2C81A77" w:rsidR="00B0293A" w:rsidRPr="00532E97" w:rsidRDefault="0075152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19/08/2024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707BA81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14/08/2024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D4D675B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16/08/2024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CEB13AC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30/08/2024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A6C24EC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3/08/2024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39FC0B0" w:rsidR="00B0293A" w:rsidRPr="00532E97" w:rsidRDefault="0075152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04/08/2024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1B86A" w14:textId="77777777" w:rsidR="008C193C" w:rsidRDefault="008C193C">
      <w:r>
        <w:separator/>
      </w:r>
    </w:p>
  </w:endnote>
  <w:endnote w:type="continuationSeparator" w:id="0">
    <w:p w14:paraId="297F8858" w14:textId="77777777" w:rsidR="008C193C" w:rsidRDefault="008C193C">
      <w:r>
        <w:continuationSeparator/>
      </w:r>
    </w:p>
  </w:endnote>
  <w:endnote w:type="continuationNotice" w:id="1">
    <w:p w14:paraId="03B4F891" w14:textId="77777777" w:rsidR="008C193C" w:rsidRDefault="008C1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969049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12625">
      <w:rPr>
        <w:noProof/>
      </w:rPr>
      <w:t>2024-07-26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6767" w14:textId="77777777" w:rsidR="008C193C" w:rsidRDefault="008C193C">
      <w:r>
        <w:separator/>
      </w:r>
    </w:p>
  </w:footnote>
  <w:footnote w:type="continuationSeparator" w:id="0">
    <w:p w14:paraId="0B1D35A5" w14:textId="77777777" w:rsidR="008C193C" w:rsidRDefault="008C193C">
      <w:r>
        <w:continuationSeparator/>
      </w:r>
    </w:p>
  </w:footnote>
  <w:footnote w:type="continuationNotice" w:id="1">
    <w:p w14:paraId="58FEE70B" w14:textId="77777777" w:rsidR="008C193C" w:rsidRDefault="008C19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8FAF62B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933353">
    <w:abstractNumId w:val="1"/>
  </w:num>
  <w:num w:numId="2" w16cid:durableId="2133748173">
    <w:abstractNumId w:val="10"/>
  </w:num>
  <w:num w:numId="3" w16cid:durableId="968437494">
    <w:abstractNumId w:val="11"/>
  </w:num>
  <w:num w:numId="4" w16cid:durableId="1731733271">
    <w:abstractNumId w:val="4"/>
  </w:num>
  <w:num w:numId="5" w16cid:durableId="512887503">
    <w:abstractNumId w:val="3"/>
  </w:num>
  <w:num w:numId="6" w16cid:durableId="919944875">
    <w:abstractNumId w:val="7"/>
  </w:num>
  <w:num w:numId="7" w16cid:durableId="886259684">
    <w:abstractNumId w:val="5"/>
  </w:num>
  <w:num w:numId="8" w16cid:durableId="85156261">
    <w:abstractNumId w:val="9"/>
  </w:num>
  <w:num w:numId="9" w16cid:durableId="1190723681">
    <w:abstractNumId w:val="0"/>
  </w:num>
  <w:num w:numId="10" w16cid:durableId="1060206601">
    <w:abstractNumId w:val="8"/>
  </w:num>
  <w:num w:numId="11" w16cid:durableId="798257851">
    <w:abstractNumId w:val="2"/>
  </w:num>
  <w:num w:numId="12" w16cid:durableId="35372850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C7E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0A5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625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876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39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52B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193C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40E7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5</cp:revision>
  <cp:lastPrinted>2013-10-18T08:32:00Z</cp:lastPrinted>
  <dcterms:created xsi:type="dcterms:W3CDTF">2020-07-06T13:09:00Z</dcterms:created>
  <dcterms:modified xsi:type="dcterms:W3CDTF">2024-07-26T02:18:00Z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